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099" w:rsidRDefault="00B753E3">
      <w:pPr>
        <w:pStyle w:val="Date"/>
        <w:rPr>
          <w:rStyle w:val="DateChar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0">
                <wp:simplePos x="0" y="0"/>
                <wp:positionH relativeFrom="page">
                  <wp:posOffset>228600</wp:posOffset>
                </wp:positionH>
                <wp:positionV relativeFrom="margin">
                  <wp:align>top</wp:align>
                </wp:positionV>
                <wp:extent cx="2157984" cy="4572000"/>
                <wp:effectExtent l="0" t="0" r="0" b="0"/>
                <wp:wrapSquare wrapText="bothSides"/>
                <wp:docPr id="1" name="Text Box 2" title="Text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984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Author"/>
                              <w:tag w:val="Author"/>
                              <w:id w:val="1584492703"/>
                              <w:placeholder>
                                <w:docPart w:val="342B176A99DA4D36974EA2464F2476F5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15:appearance w15:val="hidden"/>
                              <w:text/>
                            </w:sdtPr>
                            <w:sdtEndPr/>
                            <w:sdtContent>
                              <w:p w:rsidR="00F43960" w:rsidRDefault="00F43960" w:rsidP="00F43960">
                                <w:pPr>
                                  <w:pStyle w:val="SidebarCompanyInfo"/>
                                </w:pPr>
                                <w:r>
                                  <w:t xml:space="preserve">Jan van der </w:t>
                                </w:r>
                                <w:proofErr w:type="spellStart"/>
                                <w:r>
                                  <w:t>Vyver</w:t>
                                </w:r>
                                <w:proofErr w:type="spellEnd"/>
                              </w:p>
                            </w:sdtContent>
                          </w:sdt>
                          <w:p w:rsidR="004F5099" w:rsidRDefault="00F43960">
                            <w:pPr>
                              <w:pStyle w:val="SidebarContactInfo"/>
                            </w:pPr>
                            <w:r>
                              <w:t>jvdv@grapevine.net.au</w:t>
                            </w:r>
                          </w:p>
                          <w:p w:rsidR="004F5099" w:rsidRDefault="004F50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left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Title: Text box" style="position:absolute;margin-left:18pt;margin-top:0;width:169.9pt;height:5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" o:allowincell="f" o:allowoverlap="f" stroked="f">
                <v:textbox inset="0,0,0,0">
                  <w:txbxContent>
                    <w:sdt>
                      <w:sdtPr>
                        <w:alias w:val="Author"/>
                        <w:tag w:val="Author"/>
                        <w:id w:val="1584492703"/>
                        <w:placeholder>
                          <w:docPart w:val="342B176A99DA4D36974EA2464F2476F5"/>
                        </w:placeholder>
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<w15:appearance w15:val="hidden"/>
                        <w:text/>
                      </w:sdtPr>
                      <w:sdtEndPr/>
                      <w:sdtContent>
                        <w:p w:rsidR="00F43960" w:rsidRDefault="00F43960" w:rsidP="00F43960">
                          <w:pPr>
                            <w:pStyle w:val="SidebarCompanyInfo"/>
                          </w:pPr>
                          <w:r>
                            <w:t xml:space="preserve">Jan van der </w:t>
                          </w:r>
                          <w:proofErr w:type="spellStart"/>
                          <w:r>
                            <w:t>Vyver</w:t>
                          </w:r>
                          <w:proofErr w:type="spellEnd"/>
                        </w:p>
                      </w:sdtContent>
                    </w:sdt>
                    <w:p w:rsidR="004F5099" w:rsidRDefault="00F43960">
                      <w:pPr>
                        <w:pStyle w:val="SidebarContactInfo"/>
                      </w:pPr>
                      <w:r>
                        <w:t>jvdv@grapevine.net.au</w:t>
                      </w:r>
                    </w:p>
                    <w:p w:rsidR="004F5099" w:rsidRDefault="004F5099"/>
                  </w:txbxContent>
                </v:textbox>
                <w10:wrap type="square" anchorx="page" anchory="margin"/>
                <w10:anchorlock/>
              </v:shape>
            </w:pict>
          </mc:Fallback>
        </mc:AlternateContent>
      </w:r>
      <w:r w:rsidR="00F43960">
        <w:t>8 August 11, 2019</w:t>
      </w:r>
    </w:p>
    <w:p w:rsidR="004F5099" w:rsidRDefault="00F43960" w:rsidP="00F43960">
      <w:pPr>
        <w:pStyle w:val="RecipientInfo"/>
        <w:rPr>
          <w:rFonts w:ascii="Arial" w:hAnsi="Arial" w:cs="Arial"/>
          <w:color w:val="313131"/>
          <w:shd w:val="clear" w:color="auto" w:fill="FFFFFF"/>
        </w:rPr>
      </w:pPr>
      <w:r>
        <w:rPr>
          <w:rFonts w:ascii="Arial" w:hAnsi="Arial" w:cs="Arial"/>
          <w:color w:val="313131"/>
          <w:shd w:val="clear" w:color="auto" w:fill="FFFFFF"/>
        </w:rPr>
        <w:t>Manager</w:t>
      </w:r>
    </w:p>
    <w:p w:rsidR="00F43960" w:rsidRDefault="00F43960" w:rsidP="00F43960">
      <w:pPr>
        <w:pStyle w:val="RecipientInfo"/>
        <w:rPr>
          <w:rFonts w:ascii="Arial" w:hAnsi="Arial" w:cs="Arial"/>
          <w:color w:val="313131"/>
          <w:shd w:val="clear" w:color="auto" w:fill="FFFFFF"/>
        </w:rPr>
      </w:pPr>
      <w:r>
        <w:rPr>
          <w:rFonts w:ascii="Arial" w:hAnsi="Arial" w:cs="Arial"/>
          <w:color w:val="313131"/>
          <w:shd w:val="clear" w:color="auto" w:fill="FFFFFF"/>
        </w:rPr>
        <w:t>Black Economy Division</w:t>
      </w:r>
    </w:p>
    <w:p w:rsidR="00F43960" w:rsidRDefault="00F43960" w:rsidP="00F43960">
      <w:pPr>
        <w:pStyle w:val="RecipientInfo"/>
        <w:rPr>
          <w:rFonts w:ascii="Arial" w:hAnsi="Arial" w:cs="Arial"/>
          <w:color w:val="313131"/>
          <w:shd w:val="clear" w:color="auto" w:fill="FFFFFF"/>
        </w:rPr>
      </w:pPr>
      <w:r>
        <w:rPr>
          <w:rFonts w:ascii="Arial" w:hAnsi="Arial" w:cs="Arial"/>
          <w:color w:val="313131"/>
          <w:shd w:val="clear" w:color="auto" w:fill="FFFFFF"/>
        </w:rPr>
        <w:t>Langton Cres</w:t>
      </w:r>
    </w:p>
    <w:p w:rsidR="00F43960" w:rsidRDefault="00F43960" w:rsidP="00F43960">
      <w:pPr>
        <w:pStyle w:val="RecipientInfo"/>
        <w:rPr>
          <w:rFonts w:ascii="Arial" w:hAnsi="Arial" w:cs="Arial"/>
          <w:color w:val="313131"/>
          <w:shd w:val="clear" w:color="auto" w:fill="FFFFFF"/>
        </w:rPr>
      </w:pPr>
      <w:r>
        <w:rPr>
          <w:rFonts w:ascii="Arial" w:hAnsi="Arial" w:cs="Arial"/>
          <w:color w:val="313131"/>
          <w:shd w:val="clear" w:color="auto" w:fill="FFFFFF"/>
        </w:rPr>
        <w:t>Parkes ACT 2600</w:t>
      </w:r>
    </w:p>
    <w:p w:rsidR="00F43960" w:rsidRPr="00F43960" w:rsidRDefault="00F43960" w:rsidP="00F43960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293C"/>
          <w:kern w:val="36"/>
          <w:sz w:val="48"/>
          <w:szCs w:val="48"/>
          <w:lang w:val="en-AU" w:eastAsia="en-AU"/>
        </w:rPr>
      </w:pPr>
      <w:r>
        <w:rPr>
          <w:rFonts w:ascii="Arial" w:eastAsia="Times New Roman" w:hAnsi="Arial" w:cs="Arial"/>
          <w:b/>
          <w:bCs/>
          <w:color w:val="00293C"/>
          <w:kern w:val="36"/>
          <w:sz w:val="48"/>
          <w:szCs w:val="48"/>
          <w:lang w:val="en-AU" w:eastAsia="en-AU"/>
        </w:rPr>
        <w:t xml:space="preserve">RE: </w:t>
      </w:r>
      <w:r w:rsidRPr="00F43960">
        <w:rPr>
          <w:rFonts w:ascii="Arial" w:eastAsia="Times New Roman" w:hAnsi="Arial" w:cs="Arial"/>
          <w:b/>
          <w:bCs/>
          <w:color w:val="00293C"/>
          <w:kern w:val="36"/>
          <w:sz w:val="48"/>
          <w:szCs w:val="48"/>
          <w:lang w:val="en-AU" w:eastAsia="en-AU"/>
        </w:rPr>
        <w:t>Currency (Restrictions on the Use of Cash) Bill 2019</w:t>
      </w:r>
    </w:p>
    <w:p w:rsidR="004F5099" w:rsidRDefault="002015D1">
      <w:pPr>
        <w:pStyle w:val="Salutation"/>
      </w:pPr>
      <w:r>
        <w:t>I want to register my total and absolute opposition to this draft</w:t>
      </w:r>
      <w:r w:rsidR="00713A9F">
        <w:t xml:space="preserve"> bill</w:t>
      </w:r>
      <w:r>
        <w:t xml:space="preserve">: </w:t>
      </w:r>
    </w:p>
    <w:p w:rsidR="00D25BF1" w:rsidRDefault="002015D1" w:rsidP="002015D1">
      <w:r>
        <w:t xml:space="preserve">This </w:t>
      </w:r>
      <w:r w:rsidR="00BE4DC6">
        <w:t xml:space="preserve">bill will erode Australian’s civil liberties even further by locking them into the </w:t>
      </w:r>
      <w:r w:rsidR="00D25BF1">
        <w:t>current b</w:t>
      </w:r>
      <w:r w:rsidR="00BE4DC6">
        <w:t>anking system. The banking system and the FIAT money are</w:t>
      </w:r>
      <w:r w:rsidR="00FC153B">
        <w:t xml:space="preserve"> at the precipice.</w:t>
      </w:r>
      <w:r w:rsidR="00D25BF1">
        <w:t xml:space="preserve"> This should be crystal clear by studying the “financial </w:t>
      </w:r>
      <w:r w:rsidR="00A51183">
        <w:t xml:space="preserve">gymnastics” that are currently being pursued. </w:t>
      </w:r>
      <w:r w:rsidR="00FC153B">
        <w:t xml:space="preserve"> </w:t>
      </w:r>
    </w:p>
    <w:p w:rsidR="00195F53" w:rsidRDefault="00B91EB5" w:rsidP="002015D1">
      <w:r>
        <w:t xml:space="preserve">One example is the </w:t>
      </w:r>
      <w:r w:rsidR="00FC153B">
        <w:t>“Negative Interest rate</w:t>
      </w:r>
      <w:r>
        <w:t xml:space="preserve"> concept</w:t>
      </w:r>
      <w:r w:rsidR="00FC153B">
        <w:t xml:space="preserve">” </w:t>
      </w:r>
      <w:r>
        <w:t>that is</w:t>
      </w:r>
      <w:r w:rsidR="00FC153B">
        <w:t xml:space="preserve"> being normalized around the world. In my vi</w:t>
      </w:r>
      <w:r w:rsidR="0096131E">
        <w:t>ew we also might see “Negative rates” in Australia. Hol</w:t>
      </w:r>
      <w:r>
        <w:t xml:space="preserve">ding </w:t>
      </w:r>
      <w:r w:rsidR="0096131E">
        <w:t>cash</w:t>
      </w:r>
      <w:r>
        <w:t xml:space="preserve"> (paper)</w:t>
      </w:r>
      <w:r w:rsidR="0096131E">
        <w:t xml:space="preserve"> is one way for Australian’s to try and protect their wealth</w:t>
      </w:r>
      <w:r w:rsidR="00195F53">
        <w:t xml:space="preserve"> outside the banking system if “Negative rates” is introduced</w:t>
      </w:r>
      <w:r w:rsidR="0096131E">
        <w:t xml:space="preserve">. </w:t>
      </w:r>
    </w:p>
    <w:p w:rsidR="00B91EB5" w:rsidRDefault="0096131E" w:rsidP="002015D1">
      <w:r>
        <w:t>This proposed bill together with others like “</w:t>
      </w:r>
      <w:r w:rsidRPr="0096131E">
        <w:t xml:space="preserve">Crisis Resolution Powers </w:t>
      </w:r>
      <w:proofErr w:type="gramStart"/>
      <w:r w:rsidRPr="0096131E">
        <w:t>And</w:t>
      </w:r>
      <w:proofErr w:type="gramEnd"/>
      <w:r w:rsidRPr="0096131E">
        <w:t xml:space="preserve"> Other Measures Bill</w:t>
      </w:r>
      <w:r>
        <w:t xml:space="preserve"> (Bail in bill)”</w:t>
      </w:r>
      <w:r w:rsidR="00713A9F">
        <w:t xml:space="preserve"> will make it impossible for middle class Australians to protect </w:t>
      </w:r>
      <w:r w:rsidR="00195F53">
        <w:t xml:space="preserve">their </w:t>
      </w:r>
      <w:r w:rsidR="00713A9F">
        <w:t>wealth</w:t>
      </w:r>
      <w:r w:rsidR="00B91EB5">
        <w:t xml:space="preserve"> from the system</w:t>
      </w:r>
      <w:r w:rsidR="00713A9F">
        <w:t>.</w:t>
      </w:r>
      <w:r w:rsidR="00B91EB5">
        <w:t xml:space="preserve"> </w:t>
      </w:r>
      <w:bookmarkStart w:id="0" w:name="_GoBack"/>
      <w:bookmarkEnd w:id="0"/>
    </w:p>
    <w:sdt>
      <w:sdtPr>
        <w:id w:val="-378854708"/>
        <w:placeholder>
          <w:docPart w:val="7265D4B5C577448288E43D2E5B3B5D52"/>
        </w:placeholder>
        <w:temporary/>
        <w:showingPlcHdr/>
        <w15:appearance w15:val="hidden"/>
      </w:sdtPr>
      <w:sdtEndPr/>
      <w:sdtContent>
        <w:p w:rsidR="004F5099" w:rsidRDefault="00B753E3">
          <w:pPr>
            <w:pStyle w:val="Closing"/>
          </w:pPr>
          <w:r>
            <w:t>Sincerely,</w:t>
          </w:r>
        </w:p>
      </w:sdtContent>
    </w:sdt>
    <w:sdt>
      <w:sdtPr>
        <w:alias w:val="Author"/>
        <w:tag w:val="Author"/>
        <w:id w:val="-830213582"/>
        <w:placeholder>
          <w:docPart w:val="C16F5926B11F4FE28B15D77D92325F86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15:appearance w15:val="hidden"/>
        <w:text/>
      </w:sdtPr>
      <w:sdtEndPr/>
      <w:sdtContent>
        <w:p w:rsidR="004F5099" w:rsidRDefault="00F43960">
          <w:pPr>
            <w:pStyle w:val="Signature"/>
          </w:pPr>
          <w:r>
            <w:t xml:space="preserve">Jan van der </w:t>
          </w:r>
          <w:proofErr w:type="spellStart"/>
          <w:r>
            <w:t>Vyver</w:t>
          </w:r>
          <w:proofErr w:type="spellEnd"/>
        </w:p>
      </w:sdtContent>
    </w:sdt>
    <w:sdt>
      <w:sdtPr>
        <w:alias w:val="Company Name"/>
        <w:id w:val="90145111"/>
        <w:placeholder>
          <w:docPart w:val="4B915E8C2F1049178858204FF7CDE3CD"/>
        </w:placeholder>
        <w:dataBinding w:xpath="//Organization" w:storeItemID="{31332E6C-8EB7-4DA9-9D12-558EBCE26A70}"/>
        <w15:appearance w15:val="hidden"/>
        <w:text/>
      </w:sdtPr>
      <w:sdtEndPr/>
      <w:sdtContent>
        <w:p w:rsidR="004F5099" w:rsidRDefault="00F43960">
          <w:r>
            <w:t>Concerned citizen and tax payer</w:t>
          </w:r>
        </w:p>
      </w:sdtContent>
    </w:sdt>
    <w:sectPr w:rsidR="004F5099">
      <w:footerReference w:type="default" r:id="rId8"/>
      <w:pgSz w:w="12240" w:h="15840" w:code="1"/>
      <w:pgMar w:top="2880" w:right="1800" w:bottom="1440" w:left="43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3E3" w:rsidRDefault="00B753E3">
      <w:pPr>
        <w:spacing w:after="0" w:line="240" w:lineRule="auto"/>
      </w:pPr>
      <w:r>
        <w:separator/>
      </w:r>
    </w:p>
  </w:endnote>
  <w:endnote w:type="continuationSeparator" w:id="0">
    <w:p w:rsidR="00B753E3" w:rsidRDefault="00B75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45488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F5099" w:rsidRDefault="00B753E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1E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3E3" w:rsidRDefault="00B753E3">
      <w:pPr>
        <w:spacing w:after="0" w:line="240" w:lineRule="auto"/>
      </w:pPr>
      <w:r>
        <w:separator/>
      </w:r>
    </w:p>
  </w:footnote>
  <w:footnote w:type="continuationSeparator" w:id="0">
    <w:p w:rsidR="00B753E3" w:rsidRDefault="00B753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960"/>
    <w:rsid w:val="00195F53"/>
    <w:rsid w:val="002015D1"/>
    <w:rsid w:val="004F5099"/>
    <w:rsid w:val="00713A9F"/>
    <w:rsid w:val="0096131E"/>
    <w:rsid w:val="00A51183"/>
    <w:rsid w:val="00A72C49"/>
    <w:rsid w:val="00B753E3"/>
    <w:rsid w:val="00B91EB5"/>
    <w:rsid w:val="00BE4DC6"/>
    <w:rsid w:val="00D25BF1"/>
    <w:rsid w:val="00F43960"/>
    <w:rsid w:val="00FC153B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C05186-F99F-4ACA-853B-62394179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000000" w:themeColor="text1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4" w:unhideWhenUsed="1" w:qFormat="1"/>
    <w:lsdException w:name="heading 3" w:semiHidden="1" w:uiPriority="14" w:unhideWhenUsed="1" w:qFormat="1"/>
    <w:lsdException w:name="heading 4" w:semiHidden="1" w:uiPriority="14" w:unhideWhenUsed="1" w:qFormat="1"/>
    <w:lsdException w:name="heading 5" w:semiHidden="1" w:uiPriority="14" w:unhideWhenUsed="1" w:qFormat="1"/>
    <w:lsdException w:name="heading 6" w:semiHidden="1" w:uiPriority="14" w:unhideWhenUsed="1" w:qFormat="1"/>
    <w:lsdException w:name="heading 7" w:semiHidden="1" w:uiPriority="14" w:unhideWhenUsed="1" w:qFormat="1"/>
    <w:lsdException w:name="heading 8" w:semiHidden="1" w:uiPriority="14" w:unhideWhenUsed="1" w:qFormat="1"/>
    <w:lsdException w:name="heading 9" w:semiHidden="1" w:uiPriority="1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5" w:unhideWhenUsed="1" w:qFormat="1"/>
    <w:lsdException w:name="Closing" w:qFormat="1"/>
    <w:lsdException w:name="Signature" w:qFormat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uiPriority="10" w:qFormat="1"/>
    <w:lsdException w:name="Date" w:uiPriority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7" w:unhideWhenUsed="1" w:qFormat="1"/>
    <w:lsdException w:name="Hyperlink" w:semiHidden="1" w:unhideWhenUsed="1"/>
    <w:lsdException w:name="FollowedHyperlink" w:semiHidden="1" w:unhideWhenUsed="1"/>
    <w:lsdException w:name="Strong" w:semiHidden="1" w:uiPriority="18" w:unhideWhenUsed="1" w:qFormat="1"/>
    <w:lsdException w:name="Emphasis" w:semiHidden="1" w:uiPriority="2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iPriority="0" w:unhideWhenUsed="1" w:qFormat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439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16"/>
    <w:semiHidden/>
    <w:unhideWhenUsed/>
    <w:qFormat/>
    <w:pPr>
      <w:numPr>
        <w:ilvl w:val="1"/>
      </w:numPr>
      <w:spacing w:after="240" w:line="240" w:lineRule="auto"/>
      <w:jc w:val="center"/>
    </w:pPr>
    <w:rPr>
      <w:color w:val="000000" w:themeColor="text1" w:themeShade="84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6"/>
    <w:semiHidden/>
    <w:rPr>
      <w:color w:val="000000" w:themeColor="text1" w:themeShade="84"/>
      <w:sz w:val="28"/>
      <w:szCs w:val="28"/>
    </w:rPr>
  </w:style>
  <w:style w:type="table" w:styleId="TableGrid">
    <w:name w:val="Table Grid"/>
    <w:basedOn w:val="TableNormal"/>
    <w:unhideWhenUsed/>
    <w:qFormat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44" w:type="dxa"/>
        <w:left w:w="115" w:type="dxa"/>
        <w:right w:w="115" w:type="dxa"/>
      </w:tblCellMar>
    </w:tblPr>
  </w:style>
  <w:style w:type="character" w:styleId="PlaceholderText">
    <w:name w:val="Placeholder Text"/>
    <w:basedOn w:val="DefaultParagraphFont"/>
    <w:semiHidden/>
    <w:qFormat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RecipientAddress">
    <w:name w:val="Recipient Address"/>
    <w:basedOn w:val="Normal"/>
    <w:uiPriority w:val="8"/>
    <w:qFormat/>
    <w:pPr>
      <w:contextualSpacing/>
    </w:pPr>
    <w:rPr>
      <w:color w:val="C0504D" w:themeColor="accent2"/>
    </w:rPr>
  </w:style>
  <w:style w:type="paragraph" w:styleId="Date">
    <w:name w:val="Date"/>
    <w:basedOn w:val="Normal"/>
    <w:next w:val="Normal"/>
    <w:link w:val="DateChar"/>
    <w:uiPriority w:val="5"/>
    <w:qFormat/>
  </w:style>
  <w:style w:type="character" w:customStyle="1" w:styleId="DateChar">
    <w:name w:val="Date Char"/>
    <w:basedOn w:val="DefaultParagraphFont"/>
    <w:link w:val="Date"/>
    <w:uiPriority w:val="5"/>
  </w:style>
  <w:style w:type="paragraph" w:styleId="Closing">
    <w:name w:val="Closing"/>
    <w:basedOn w:val="Normal"/>
    <w:next w:val="Signature"/>
    <w:link w:val="ClosingChar"/>
    <w:uiPriority w:val="11"/>
    <w:qFormat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11"/>
  </w:style>
  <w:style w:type="paragraph" w:styleId="Signature">
    <w:name w:val="Signature"/>
    <w:basedOn w:val="Normal"/>
    <w:link w:val="SignatureChar"/>
    <w:uiPriority w:val="12"/>
    <w:qFormat/>
    <w:pPr>
      <w:spacing w:after="480" w:line="240" w:lineRule="auto"/>
    </w:pPr>
  </w:style>
  <w:style w:type="paragraph" w:customStyle="1" w:styleId="CCBCC">
    <w:name w:val="CC/BCC"/>
    <w:basedOn w:val="Normal"/>
    <w:uiPriority w:val="9"/>
    <w:qFormat/>
    <w:pPr>
      <w:contextualSpacing/>
    </w:pPr>
    <w:rPr>
      <w:color w:val="595959"/>
    </w:rPr>
  </w:style>
  <w:style w:type="paragraph" w:customStyle="1" w:styleId="SidebarContactInfo">
    <w:name w:val="Sidebar Contact Info"/>
    <w:basedOn w:val="Normal"/>
    <w:uiPriority w:val="4"/>
    <w:qFormat/>
    <w:pPr>
      <w:pBdr>
        <w:bottom w:val="single" w:sz="2" w:space="1" w:color="C0504D" w:themeColor="accent2"/>
      </w:pBdr>
      <w:spacing w:after="0"/>
      <w:contextualSpacing/>
      <w:jc w:val="right"/>
    </w:pPr>
  </w:style>
  <w:style w:type="paragraph" w:customStyle="1" w:styleId="SidebarCompanyInfo">
    <w:name w:val="Sidebar Company Info"/>
    <w:basedOn w:val="Normal"/>
    <w:uiPriority w:val="2"/>
    <w:qFormat/>
    <w:pPr>
      <w:pBdr>
        <w:top w:val="single" w:sz="18" w:space="4" w:color="C0504D" w:themeColor="accent2"/>
      </w:pBdr>
      <w:spacing w:after="600"/>
      <w:contextualSpacing/>
      <w:jc w:val="right"/>
    </w:pPr>
  </w:style>
  <w:style w:type="paragraph" w:customStyle="1" w:styleId="RecipientInfo">
    <w:name w:val="Recipient Info"/>
    <w:basedOn w:val="Normal"/>
    <w:uiPriority w:val="7"/>
    <w:qFormat/>
    <w:pPr>
      <w:spacing w:after="0"/>
    </w:pPr>
  </w:style>
  <w:style w:type="character" w:customStyle="1" w:styleId="SignatureChar">
    <w:name w:val="Signature Char"/>
    <w:basedOn w:val="DefaultParagraphFont"/>
    <w:link w:val="Signature"/>
    <w:uiPriority w:val="12"/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Salutation">
    <w:name w:val="Salutation"/>
    <w:basedOn w:val="Normal"/>
    <w:next w:val="Normal"/>
    <w:link w:val="SalutationChar"/>
    <w:uiPriority w:val="10"/>
    <w:qFormat/>
  </w:style>
  <w:style w:type="character" w:customStyle="1" w:styleId="SalutationChar">
    <w:name w:val="Salutation Char"/>
    <w:basedOn w:val="DefaultParagraphFont"/>
    <w:link w:val="Salutation"/>
    <w:uiPriority w:val="10"/>
  </w:style>
  <w:style w:type="paragraph" w:customStyle="1" w:styleId="Position">
    <w:name w:val="Position"/>
    <w:basedOn w:val="Normal"/>
    <w:uiPriority w:val="13"/>
    <w:qFormat/>
    <w:pPr>
      <w:spacing w:after="0"/>
    </w:pPr>
    <w:rPr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F43960"/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en-AU" w:eastAsia="en-AU"/>
    </w:rPr>
  </w:style>
  <w:style w:type="character" w:customStyle="1" w:styleId="field">
    <w:name w:val="field"/>
    <w:basedOn w:val="DefaultParagraphFont"/>
    <w:rsid w:val="00F43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3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\AppData\Roaming\Microsoft\Templates\Letter%20(Business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265D4B5C577448288E43D2E5B3B5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FD2580-D87E-4D53-A2C7-DB1A72443B43}"/>
      </w:docPartPr>
      <w:docPartBody>
        <w:p w:rsidR="00000000" w:rsidRDefault="00CE29D8">
          <w:pPr>
            <w:pStyle w:val="7265D4B5C577448288E43D2E5B3B5D52"/>
          </w:pPr>
          <w:r>
            <w:t>Sincerely,</w:t>
          </w:r>
        </w:p>
      </w:docPartBody>
    </w:docPart>
    <w:docPart>
      <w:docPartPr>
        <w:name w:val="C16F5926B11F4FE28B15D77D92325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2F4A3E-24DD-41DB-A04F-5254B3B714ED}"/>
      </w:docPartPr>
      <w:docPartBody>
        <w:p w:rsidR="00000000" w:rsidRDefault="00CE29D8">
          <w:pPr>
            <w:pStyle w:val="C16F5926B11F4FE28B15D77D92325F86"/>
          </w:pPr>
          <w:r>
            <w:t>[Your Name]</w:t>
          </w:r>
        </w:p>
      </w:docPartBody>
    </w:docPart>
    <w:docPart>
      <w:docPartPr>
        <w:name w:val="4B915E8C2F1049178858204FF7CDE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E614C-3D37-42B8-A1C5-CA96093D89F5}"/>
      </w:docPartPr>
      <w:docPartBody>
        <w:p w:rsidR="00000000" w:rsidRDefault="00CE29D8">
          <w:pPr>
            <w:pStyle w:val="4B915E8C2F1049178858204FF7CDE3CD"/>
          </w:pPr>
          <w:r>
            <w:t>Company Name</w:t>
          </w:r>
        </w:p>
      </w:docPartBody>
    </w:docPart>
    <w:docPart>
      <w:docPartPr>
        <w:name w:val="342B176A99DA4D36974EA2464F247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87766-F688-46F1-8276-ECF8BECF0FDB}"/>
      </w:docPartPr>
      <w:docPartBody>
        <w:p w:rsidR="00000000" w:rsidRDefault="00CE29D8">
          <w:pPr>
            <w:pStyle w:val="342B176A99DA4D36974EA2464F2476F5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9D8"/>
    <w:rsid w:val="00CE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5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5"/>
    <w:qFormat/>
    <w:pPr>
      <w:spacing w:after="200" w:line="276" w:lineRule="auto"/>
    </w:pPr>
    <w:rPr>
      <w:color w:val="000000" w:themeColor="text1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5"/>
    <w:rPr>
      <w:color w:val="000000" w:themeColor="text1"/>
      <w:sz w:val="24"/>
      <w:szCs w:val="24"/>
      <w:lang w:val="en-US" w:eastAsia="en-US"/>
    </w:rPr>
  </w:style>
  <w:style w:type="paragraph" w:customStyle="1" w:styleId="99BCD9447FD740439A4675BE8A35CFB5">
    <w:name w:val="99BCD9447FD740439A4675BE8A35CFB5"/>
  </w:style>
  <w:style w:type="paragraph" w:customStyle="1" w:styleId="6D420BA92B724AC992F8FE01B92E70AE">
    <w:name w:val="6D420BA92B724AC992F8FE01B92E70AE"/>
  </w:style>
  <w:style w:type="paragraph" w:customStyle="1" w:styleId="30705D009F014B0786697476FBCC43EE">
    <w:name w:val="30705D009F014B0786697476FBCC43EE"/>
  </w:style>
  <w:style w:type="paragraph" w:customStyle="1" w:styleId="21C5C61C6F0448A7BD236B2E2AAE70FE">
    <w:name w:val="21C5C61C6F0448A7BD236B2E2AAE70FE"/>
  </w:style>
  <w:style w:type="paragraph" w:customStyle="1" w:styleId="F5FE5C6CA0AB4690881ECA919097114B">
    <w:name w:val="F5FE5C6CA0AB4690881ECA919097114B"/>
  </w:style>
  <w:style w:type="paragraph" w:customStyle="1" w:styleId="4F07E154B3F84BD5877CCB5A8C1C1B13">
    <w:name w:val="4F07E154B3F84BD5877CCB5A8C1C1B13"/>
  </w:style>
  <w:style w:type="paragraph" w:customStyle="1" w:styleId="24856E24D65C42939F555678FDF5B18E">
    <w:name w:val="24856E24D65C42939F555678FDF5B18E"/>
  </w:style>
  <w:style w:type="paragraph" w:customStyle="1" w:styleId="FAF447DAC3874CF4A01756A8692A2A89">
    <w:name w:val="FAF447DAC3874CF4A01756A8692A2A89"/>
  </w:style>
  <w:style w:type="paragraph" w:customStyle="1" w:styleId="7265D4B5C577448288E43D2E5B3B5D52">
    <w:name w:val="7265D4B5C577448288E43D2E5B3B5D52"/>
  </w:style>
  <w:style w:type="paragraph" w:customStyle="1" w:styleId="C16F5926B11F4FE28B15D77D92325F86">
    <w:name w:val="C16F5926B11F4FE28B15D77D92325F86"/>
  </w:style>
  <w:style w:type="paragraph" w:customStyle="1" w:styleId="98E08E7BE6124390B413156C87D6D130">
    <w:name w:val="98E08E7BE6124390B413156C87D6D130"/>
  </w:style>
  <w:style w:type="paragraph" w:customStyle="1" w:styleId="4B915E8C2F1049178858204FF7CDE3CD">
    <w:name w:val="4B915E8C2F1049178858204FF7CDE3CD"/>
  </w:style>
  <w:style w:type="paragraph" w:customStyle="1" w:styleId="342B176A99DA4D36974EA2464F2476F5">
    <w:name w:val="342B176A99DA4D36974EA2464F2476F5"/>
  </w:style>
  <w:style w:type="paragraph" w:customStyle="1" w:styleId="600E664C49664A8A8996BEC702958DAA">
    <w:name w:val="600E664C49664A8A8996BEC702958DAA"/>
  </w:style>
  <w:style w:type="paragraph" w:customStyle="1" w:styleId="0B1CBBFDB204410FB526491A4575E59A">
    <w:name w:val="0B1CBBFDB204410FB526491A4575E59A"/>
  </w:style>
  <w:style w:type="paragraph" w:customStyle="1" w:styleId="A9AB5512996740669EB4C7DB6DE3DA13">
    <w:name w:val="A9AB5512996740669EB4C7DB6DE3DA13"/>
  </w:style>
  <w:style w:type="paragraph" w:customStyle="1" w:styleId="E3222315CD4F4F219A822F96151C490B">
    <w:name w:val="E3222315CD4F4F219A822F96151C490B"/>
  </w:style>
  <w:style w:type="paragraph" w:customStyle="1" w:styleId="CD3FB6A262A84DA3A9DDF3DB3FA0173A">
    <w:name w:val="CD3FB6A262A84DA3A9DDF3DB3FA017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Office Fonts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ustomProps>
  <Organization>Concerned citizen and tax payer</Organization>
  <Fax/>
  <Phone/>
  <Email/>
</CustomProps>
</file>

<file path=customXml/itemProps1.xml><?xml version="1.0" encoding="utf-8"?>
<ds:datastoreItem xmlns:ds="http://schemas.openxmlformats.org/officeDocument/2006/customXml" ds:itemID="{32F3206B-0766-4585-95D1-9B8D6B2E74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332E6C-8EB7-4DA9-9D12-558EBCE26A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(Business design)</Template>
  <TotalTime>176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der Vyver</dc:creator>
  <cp:keywords/>
  <cp:lastModifiedBy>jvdvjvdv jvdvjvdv</cp:lastModifiedBy>
  <cp:revision>5</cp:revision>
  <cp:lastPrinted>2006-08-01T17:47:00Z</cp:lastPrinted>
  <dcterms:created xsi:type="dcterms:W3CDTF">2019-08-11T02:14:00Z</dcterms:created>
  <dcterms:modified xsi:type="dcterms:W3CDTF">2019-08-11T05:10:00Z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TC100670389990</vt:lpwstr>
  </property>
</Properties>
</file>