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39986" w14:textId="77777777" w:rsidR="00C73B5C" w:rsidRDefault="00C73B5C">
      <w:pPr>
        <w:pStyle w:val="Title"/>
        <w:rPr>
          <w:smallCaps/>
          <w:sz w:val="32"/>
        </w:rPr>
      </w:pPr>
      <w:r>
        <w:rPr>
          <w:smallCaps/>
          <w:sz w:val="32"/>
        </w:rPr>
        <w:t>Diversified United Investment Limited</w:t>
      </w:r>
    </w:p>
    <w:p w14:paraId="78C57162" w14:textId="77777777" w:rsidR="00C73B5C" w:rsidRDefault="00C73B5C">
      <w:pPr>
        <w:pStyle w:val="Subtitle"/>
        <w:rPr>
          <w:smallCaps/>
          <w:sz w:val="16"/>
        </w:rPr>
      </w:pPr>
      <w:r>
        <w:rPr>
          <w:smallCaps/>
          <w:sz w:val="16"/>
        </w:rPr>
        <w:t>abn 33 006 713 177</w:t>
      </w:r>
    </w:p>
    <w:p w14:paraId="499BB649" w14:textId="77777777" w:rsidR="00C73B5C" w:rsidRDefault="00C73B5C">
      <w:pPr>
        <w:pStyle w:val="Subtitle"/>
        <w:tabs>
          <w:tab w:val="right" w:pos="10772"/>
        </w:tabs>
        <w:jc w:val="both"/>
        <w:rPr>
          <w:smallCaps/>
          <w:sz w:val="16"/>
        </w:rPr>
      </w:pPr>
      <w:r>
        <w:rPr>
          <w:smallCaps/>
          <w:sz w:val="16"/>
        </w:rPr>
        <w:t>Level</w:t>
      </w:r>
      <w:r w:rsidR="00A97EA7">
        <w:rPr>
          <w:smallCaps/>
          <w:sz w:val="16"/>
        </w:rPr>
        <w:t>20</w:t>
      </w:r>
      <w:r>
        <w:rPr>
          <w:smallCaps/>
          <w:sz w:val="16"/>
        </w:rPr>
        <w:tab/>
        <w:t>Tel (613) 9654 0499</w:t>
      </w:r>
    </w:p>
    <w:p w14:paraId="75ACE7C2" w14:textId="77777777" w:rsidR="00C73B5C" w:rsidRDefault="00A97EA7">
      <w:pPr>
        <w:pStyle w:val="Subtitle"/>
        <w:tabs>
          <w:tab w:val="right" w:pos="10772"/>
        </w:tabs>
        <w:jc w:val="both"/>
        <w:rPr>
          <w:smallCaps/>
          <w:sz w:val="16"/>
        </w:rPr>
      </w:pPr>
      <w:r>
        <w:rPr>
          <w:smallCaps/>
          <w:sz w:val="16"/>
        </w:rPr>
        <w:t xml:space="preserve">101 Collins </w:t>
      </w:r>
      <w:r w:rsidR="00C73B5C">
        <w:rPr>
          <w:smallCaps/>
          <w:sz w:val="16"/>
        </w:rPr>
        <w:t>Street</w:t>
      </w:r>
      <w:r w:rsidR="00C73B5C">
        <w:rPr>
          <w:smallCaps/>
          <w:sz w:val="16"/>
        </w:rPr>
        <w:tab/>
        <w:t>Fax (613) 9654 3499</w:t>
      </w:r>
    </w:p>
    <w:p w14:paraId="0543E422" w14:textId="77777777" w:rsidR="00C73B5C" w:rsidRDefault="00C73B5C">
      <w:pPr>
        <w:pStyle w:val="Subtitle"/>
        <w:tabs>
          <w:tab w:val="right" w:pos="10772"/>
        </w:tabs>
        <w:jc w:val="both"/>
        <w:rPr>
          <w:smallCaps/>
          <w:sz w:val="16"/>
        </w:rPr>
      </w:pPr>
      <w:r>
        <w:rPr>
          <w:smallCaps/>
          <w:sz w:val="16"/>
        </w:rPr>
        <w:t>Melbourne  Vic  3000</w:t>
      </w:r>
    </w:p>
    <w:p w14:paraId="189399FC" w14:textId="77777777" w:rsidR="00C73B5C" w:rsidRDefault="00C73B5C">
      <w:pPr>
        <w:pStyle w:val="Subtitle"/>
        <w:tabs>
          <w:tab w:val="right" w:pos="10772"/>
        </w:tabs>
        <w:jc w:val="both"/>
        <w:rPr>
          <w:smallCaps/>
          <w:sz w:val="16"/>
        </w:rPr>
      </w:pPr>
      <w:r>
        <w:rPr>
          <w:smallCaps/>
          <w:sz w:val="16"/>
        </w:rPr>
        <w:t>Australia</w:t>
      </w:r>
    </w:p>
    <w:p w14:paraId="718723C6" w14:textId="77777777" w:rsidR="00C73B5C" w:rsidRDefault="00C73B5C">
      <w:pPr>
        <w:pStyle w:val="Subtitle"/>
        <w:tabs>
          <w:tab w:val="right" w:pos="10772"/>
        </w:tabs>
        <w:jc w:val="both"/>
        <w:rPr>
          <w:smallCaps/>
          <w:sz w:val="16"/>
        </w:rPr>
        <w:sectPr w:rsidR="00C73B5C" w:rsidSect="00680DD3">
          <w:footerReference w:type="default" r:id="rId11"/>
          <w:pgSz w:w="11906" w:h="16838"/>
          <w:pgMar w:top="567" w:right="567" w:bottom="714" w:left="567" w:header="709" w:footer="285" w:gutter="0"/>
          <w:cols w:space="708"/>
          <w:docGrid w:linePitch="360"/>
        </w:sectPr>
      </w:pPr>
    </w:p>
    <w:p w14:paraId="68744ADA" w14:textId="77777777" w:rsidR="00C754C2" w:rsidRPr="008E6EA1" w:rsidRDefault="00C754C2" w:rsidP="00C754C2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50688B00" w14:textId="77777777" w:rsidR="00A212F1" w:rsidRPr="002073D2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55A957DD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5C9CA375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28 May 2015</w:t>
      </w:r>
    </w:p>
    <w:p w14:paraId="0037A81C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7238DD29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0A89676F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5451C0A6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Tax White Paper Task Force</w:t>
      </w:r>
    </w:p>
    <w:p w14:paraId="5F588A67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The Treasury</w:t>
      </w:r>
    </w:p>
    <w:p w14:paraId="62C2730C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Langton Crescent ACT 2600</w:t>
      </w:r>
    </w:p>
    <w:p w14:paraId="58C48733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06838254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7E2B78F9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i/>
          <w:sz w:val="24"/>
        </w:rPr>
      </w:pPr>
      <w:r>
        <w:rPr>
          <w:rFonts w:ascii="Calibri" w:hAnsi="Calibri"/>
          <w:b w:val="0"/>
          <w:bCs w:val="0"/>
          <w:i/>
          <w:sz w:val="24"/>
        </w:rPr>
        <w:t>via electronic submission</w:t>
      </w:r>
    </w:p>
    <w:p w14:paraId="64CCEBF4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2484E774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19B011A1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12A101B7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Dear Sir/Madam,</w:t>
      </w:r>
    </w:p>
    <w:p w14:paraId="45CB941C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2DFDCCB7" w14:textId="77777777" w:rsidR="00A212F1" w:rsidRDefault="00A212F1" w:rsidP="00A212F1">
      <w:pPr>
        <w:pStyle w:val="Subtitle"/>
        <w:tabs>
          <w:tab w:val="right" w:pos="10772"/>
        </w:tabs>
        <w:rPr>
          <w:rFonts w:ascii="Calibri" w:hAnsi="Calibri"/>
          <w:bCs w:val="0"/>
          <w:sz w:val="24"/>
          <w:u w:val="single"/>
        </w:rPr>
      </w:pPr>
      <w:r>
        <w:rPr>
          <w:rFonts w:ascii="Calibri" w:hAnsi="Calibri"/>
          <w:bCs w:val="0"/>
          <w:sz w:val="24"/>
          <w:u w:val="single"/>
        </w:rPr>
        <w:t>Submission to the March 2015 Tax Discussion Paper</w:t>
      </w:r>
    </w:p>
    <w:p w14:paraId="7CA35A73" w14:textId="77777777" w:rsidR="00A212F1" w:rsidRDefault="00A212F1" w:rsidP="00A212F1">
      <w:pPr>
        <w:pStyle w:val="Subtitle"/>
        <w:tabs>
          <w:tab w:val="right" w:pos="10772"/>
        </w:tabs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Cs w:val="0"/>
          <w:sz w:val="24"/>
          <w:u w:val="single"/>
        </w:rPr>
        <w:t>RE:  Dividend Imputation and CGT Discount</w:t>
      </w:r>
    </w:p>
    <w:p w14:paraId="21D1E30B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0BFFDAD1" w14:textId="77777777" w:rsidR="00A212F1" w:rsidRDefault="00F11069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bookmarkStart w:id="0" w:name="_GoBack"/>
      <w:r>
        <w:rPr>
          <w:rFonts w:ascii="Calibri" w:hAnsi="Calibri"/>
          <w:b w:val="0"/>
          <w:bCs w:val="0"/>
          <w:sz w:val="24"/>
        </w:rPr>
        <w:t xml:space="preserve">Diversified </w:t>
      </w:r>
      <w:r w:rsidR="00A212F1">
        <w:rPr>
          <w:rFonts w:ascii="Calibri" w:hAnsi="Calibri"/>
          <w:b w:val="0"/>
          <w:bCs w:val="0"/>
          <w:sz w:val="24"/>
        </w:rPr>
        <w:t>United Investment Ltd</w:t>
      </w:r>
      <w:bookmarkEnd w:id="0"/>
      <w:r w:rsidR="00A212F1">
        <w:rPr>
          <w:rFonts w:ascii="Calibri" w:hAnsi="Calibri"/>
          <w:b w:val="0"/>
          <w:bCs w:val="0"/>
          <w:sz w:val="24"/>
        </w:rPr>
        <w:t xml:space="preserve"> (</w:t>
      </w:r>
      <w:r>
        <w:rPr>
          <w:rFonts w:ascii="Calibri" w:hAnsi="Calibri"/>
          <w:b w:val="0"/>
          <w:bCs w:val="0"/>
          <w:sz w:val="24"/>
        </w:rPr>
        <w:t>D</w:t>
      </w:r>
      <w:r w:rsidR="00A212F1">
        <w:rPr>
          <w:rFonts w:ascii="Calibri" w:hAnsi="Calibri"/>
          <w:b w:val="0"/>
          <w:bCs w:val="0"/>
          <w:sz w:val="24"/>
        </w:rPr>
        <w:t xml:space="preserve">UI) is a listed investment company </w:t>
      </w:r>
      <w:r>
        <w:rPr>
          <w:rFonts w:ascii="Calibri" w:hAnsi="Calibri"/>
          <w:b w:val="0"/>
          <w:bCs w:val="0"/>
          <w:sz w:val="24"/>
        </w:rPr>
        <w:t>listed on the ASX in 1991</w:t>
      </w:r>
      <w:r w:rsidR="00A212F1">
        <w:rPr>
          <w:rFonts w:ascii="Calibri" w:hAnsi="Calibri"/>
          <w:b w:val="0"/>
          <w:bCs w:val="0"/>
          <w:sz w:val="24"/>
        </w:rPr>
        <w:t xml:space="preserve">.  It has approximately </w:t>
      </w:r>
      <w:r w:rsidR="005230E5">
        <w:rPr>
          <w:rFonts w:ascii="Calibri" w:hAnsi="Calibri"/>
          <w:b w:val="0"/>
          <w:bCs w:val="0"/>
          <w:sz w:val="24"/>
        </w:rPr>
        <w:t>5,6</w:t>
      </w:r>
      <w:r>
        <w:rPr>
          <w:rFonts w:ascii="Calibri" w:hAnsi="Calibri"/>
          <w:b w:val="0"/>
          <w:bCs w:val="0"/>
          <w:sz w:val="24"/>
        </w:rPr>
        <w:t>00</w:t>
      </w:r>
      <w:r w:rsidR="00A212F1">
        <w:rPr>
          <w:rFonts w:ascii="Calibri" w:hAnsi="Calibri"/>
          <w:b w:val="0"/>
          <w:bCs w:val="0"/>
          <w:sz w:val="24"/>
        </w:rPr>
        <w:t xml:space="preserve"> shareh</w:t>
      </w:r>
      <w:r w:rsidR="005230E5">
        <w:rPr>
          <w:rFonts w:ascii="Calibri" w:hAnsi="Calibri"/>
          <w:b w:val="0"/>
          <w:bCs w:val="0"/>
          <w:sz w:val="24"/>
        </w:rPr>
        <w:t>olders, many of whom are SMFS’s and</w:t>
      </w:r>
      <w:r w:rsidR="00A212F1">
        <w:rPr>
          <w:rFonts w:ascii="Calibri" w:hAnsi="Calibri"/>
          <w:b w:val="0"/>
          <w:bCs w:val="0"/>
          <w:sz w:val="24"/>
        </w:rPr>
        <w:t xml:space="preserve"> retirees</w:t>
      </w:r>
      <w:r w:rsidR="005230E5">
        <w:rPr>
          <w:rFonts w:ascii="Calibri" w:hAnsi="Calibri"/>
          <w:b w:val="0"/>
          <w:bCs w:val="0"/>
          <w:sz w:val="24"/>
        </w:rPr>
        <w:t>.</w:t>
      </w:r>
      <w:r w:rsidR="00A212F1">
        <w:rPr>
          <w:rFonts w:ascii="Calibri" w:hAnsi="Calibri"/>
          <w:b w:val="0"/>
          <w:bCs w:val="0"/>
          <w:sz w:val="24"/>
        </w:rPr>
        <w:t xml:space="preserve">  It has an investment portfolio of over $</w:t>
      </w:r>
      <w:r>
        <w:rPr>
          <w:rFonts w:ascii="Calibri" w:hAnsi="Calibri"/>
          <w:b w:val="0"/>
          <w:bCs w:val="0"/>
          <w:sz w:val="24"/>
        </w:rPr>
        <w:t>900 million</w:t>
      </w:r>
      <w:r w:rsidR="00A212F1">
        <w:rPr>
          <w:rFonts w:ascii="Calibri" w:hAnsi="Calibri"/>
          <w:b w:val="0"/>
          <w:bCs w:val="0"/>
          <w:sz w:val="24"/>
        </w:rPr>
        <w:t xml:space="preserve"> and holds its investments for the long term.</w:t>
      </w:r>
      <w:r w:rsidR="005230E5">
        <w:rPr>
          <w:rFonts w:ascii="Calibri" w:hAnsi="Calibri"/>
          <w:b w:val="0"/>
          <w:bCs w:val="0"/>
          <w:sz w:val="24"/>
        </w:rPr>
        <w:t xml:space="preserve"> DUI has maintained or increased its dividend paid to shareholders every year since inception.</w:t>
      </w:r>
    </w:p>
    <w:p w14:paraId="717A31C7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77D4A5C9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 xml:space="preserve">The Company is a member of the Australian Listed Investment Companies Association and has contributed to the development of the Association’s </w:t>
      </w:r>
      <w:r w:rsidRPr="005230E5">
        <w:rPr>
          <w:rFonts w:ascii="Calibri" w:hAnsi="Calibri"/>
          <w:b w:val="0"/>
          <w:bCs w:val="0"/>
          <w:i/>
          <w:sz w:val="24"/>
        </w:rPr>
        <w:t>Submission to the March 2015 Tax Discussion Paper Re: Dividend Imputation and CGT Discount</w:t>
      </w:r>
      <w:r>
        <w:rPr>
          <w:rFonts w:ascii="Calibri" w:hAnsi="Calibri"/>
          <w:b w:val="0"/>
          <w:bCs w:val="0"/>
          <w:sz w:val="24"/>
        </w:rPr>
        <w:t>.</w:t>
      </w:r>
    </w:p>
    <w:p w14:paraId="33E91205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0F65295A" w14:textId="77777777" w:rsidR="00A212F1" w:rsidRDefault="00F11069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D</w:t>
      </w:r>
      <w:r w:rsidR="00A212F1">
        <w:rPr>
          <w:rFonts w:ascii="Calibri" w:hAnsi="Calibri"/>
          <w:b w:val="0"/>
          <w:bCs w:val="0"/>
          <w:sz w:val="24"/>
        </w:rPr>
        <w:t xml:space="preserve">UI strongly supports and endorses that Submission and reiterates that any changes to the dividend imputation system would increase retirees’ reliance on government services and adversely affect </w:t>
      </w:r>
      <w:r w:rsidR="005230E5">
        <w:rPr>
          <w:rFonts w:ascii="Calibri" w:hAnsi="Calibri"/>
          <w:b w:val="0"/>
          <w:bCs w:val="0"/>
          <w:sz w:val="24"/>
        </w:rPr>
        <w:t xml:space="preserve">savings patterns and the </w:t>
      </w:r>
      <w:r w:rsidR="00A212F1">
        <w:rPr>
          <w:rFonts w:ascii="Calibri" w:hAnsi="Calibri"/>
          <w:b w:val="0"/>
          <w:bCs w:val="0"/>
          <w:sz w:val="24"/>
        </w:rPr>
        <w:t>investment and capital markets in Australia.</w:t>
      </w:r>
    </w:p>
    <w:p w14:paraId="36F02BE0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36D00379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6521FD4A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Yours sincerely,</w:t>
      </w:r>
    </w:p>
    <w:p w14:paraId="63FEF2E5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46B9346D" w14:textId="77777777" w:rsidR="00A212F1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A J Hancock</w:t>
      </w:r>
    </w:p>
    <w:p w14:paraId="4A1D0F64" w14:textId="77777777" w:rsidR="00A212F1" w:rsidRPr="001B2EA3" w:rsidRDefault="00A212F1" w:rsidP="00A212F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Company Secretary</w:t>
      </w:r>
    </w:p>
    <w:p w14:paraId="57E44858" w14:textId="77777777" w:rsidR="00C754C2" w:rsidRPr="008E6EA1" w:rsidRDefault="00C754C2" w:rsidP="00C754C2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sectPr w:rsidR="00C754C2" w:rsidRPr="008E6EA1" w:rsidSect="00680DD3">
      <w:type w:val="continuous"/>
      <w:pgSz w:w="11906" w:h="16838"/>
      <w:pgMar w:top="567" w:right="1418" w:bottom="714" w:left="1418" w:header="709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465D7" w14:textId="77777777" w:rsidR="004556CB" w:rsidRDefault="004556CB">
      <w:r>
        <w:separator/>
      </w:r>
    </w:p>
  </w:endnote>
  <w:endnote w:type="continuationSeparator" w:id="0">
    <w:p w14:paraId="411204C8" w14:textId="77777777" w:rsidR="004556CB" w:rsidRDefault="0045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ECD72" w14:textId="77777777" w:rsidR="00C73B5C" w:rsidRDefault="006F775F">
    <w:pPr>
      <w:pStyle w:val="Footer"/>
      <w:rPr>
        <w:i/>
        <w:iCs/>
        <w:sz w:val="10"/>
      </w:rPr>
    </w:pPr>
    <w:r>
      <w:rPr>
        <w:i/>
        <w:iCs/>
        <w:sz w:val="10"/>
        <w:lang w:val="en-US"/>
      </w:rPr>
      <w:fldChar w:fldCharType="begin"/>
    </w:r>
    <w:r w:rsidR="00C73B5C">
      <w:rPr>
        <w:i/>
        <w:iCs/>
        <w:sz w:val="10"/>
        <w:lang w:val="en-US"/>
      </w:rPr>
      <w:instrText xml:space="preserve"> FILENAME \p </w:instrText>
    </w:r>
    <w:r>
      <w:rPr>
        <w:i/>
        <w:iCs/>
        <w:sz w:val="10"/>
        <w:lang w:val="en-US"/>
      </w:rPr>
      <w:fldChar w:fldCharType="separate"/>
    </w:r>
    <w:r w:rsidR="00F11069">
      <w:rPr>
        <w:i/>
        <w:iCs/>
        <w:noProof/>
        <w:sz w:val="10"/>
        <w:lang w:val="en-US"/>
      </w:rPr>
      <w:t>C:\Users\Raffaela\Documents\DUI\Correspondence 2014 - 2015\DUI - Submission to the March 2015 Tax Discussion Paper.docx</w:t>
    </w:r>
    <w:r>
      <w:rPr>
        <w:i/>
        <w:iCs/>
        <w:sz w:val="1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829B7" w14:textId="77777777" w:rsidR="004556CB" w:rsidRDefault="004556CB">
      <w:r>
        <w:separator/>
      </w:r>
    </w:p>
  </w:footnote>
  <w:footnote w:type="continuationSeparator" w:id="0">
    <w:p w14:paraId="14F5CF36" w14:textId="77777777" w:rsidR="004556CB" w:rsidRDefault="0045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2F1"/>
    <w:rsid w:val="000136E8"/>
    <w:rsid w:val="000B0A02"/>
    <w:rsid w:val="000E1EEB"/>
    <w:rsid w:val="00180C90"/>
    <w:rsid w:val="00232AE3"/>
    <w:rsid w:val="00234EB2"/>
    <w:rsid w:val="00292EAD"/>
    <w:rsid w:val="00383EE2"/>
    <w:rsid w:val="004556CB"/>
    <w:rsid w:val="005230E5"/>
    <w:rsid w:val="00594E36"/>
    <w:rsid w:val="005A6B9C"/>
    <w:rsid w:val="00622C96"/>
    <w:rsid w:val="00680DD3"/>
    <w:rsid w:val="006F775F"/>
    <w:rsid w:val="007607F9"/>
    <w:rsid w:val="007F6381"/>
    <w:rsid w:val="00834F56"/>
    <w:rsid w:val="0088474E"/>
    <w:rsid w:val="008E6EA1"/>
    <w:rsid w:val="00A212F1"/>
    <w:rsid w:val="00A42E0A"/>
    <w:rsid w:val="00A65200"/>
    <w:rsid w:val="00A97EA7"/>
    <w:rsid w:val="00BC4610"/>
    <w:rsid w:val="00C73B5C"/>
    <w:rsid w:val="00C754C2"/>
    <w:rsid w:val="00CA7FC6"/>
    <w:rsid w:val="00E17A30"/>
    <w:rsid w:val="00E34671"/>
    <w:rsid w:val="00F11069"/>
    <w:rsid w:val="00FD6BD5"/>
    <w:rsid w:val="00FE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F8B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EB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34EB2"/>
    <w:pPr>
      <w:jc w:val="center"/>
    </w:pPr>
    <w:rPr>
      <w:b/>
      <w:bCs/>
    </w:rPr>
  </w:style>
  <w:style w:type="paragraph" w:styleId="Subtitle">
    <w:name w:val="Subtitle"/>
    <w:basedOn w:val="Normal"/>
    <w:qFormat/>
    <w:rsid w:val="00234EB2"/>
    <w:pPr>
      <w:jc w:val="center"/>
    </w:pPr>
    <w:rPr>
      <w:b/>
      <w:bCs/>
      <w:sz w:val="18"/>
    </w:rPr>
  </w:style>
  <w:style w:type="paragraph" w:styleId="Header">
    <w:name w:val="header"/>
    <w:basedOn w:val="Normal"/>
    <w:semiHidden/>
    <w:rsid w:val="00234E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34EB2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EB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34EB2"/>
    <w:pPr>
      <w:jc w:val="center"/>
    </w:pPr>
    <w:rPr>
      <w:b/>
      <w:bCs/>
    </w:rPr>
  </w:style>
  <w:style w:type="paragraph" w:styleId="Subtitle">
    <w:name w:val="Subtitle"/>
    <w:basedOn w:val="Normal"/>
    <w:qFormat/>
    <w:rsid w:val="00234EB2"/>
    <w:pPr>
      <w:jc w:val="center"/>
    </w:pPr>
    <w:rPr>
      <w:b/>
      <w:bCs/>
      <w:sz w:val="18"/>
    </w:rPr>
  </w:style>
  <w:style w:type="paragraph" w:styleId="Header">
    <w:name w:val="header"/>
    <w:basedOn w:val="Normal"/>
    <w:semiHidden/>
    <w:rsid w:val="00234E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34EB2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faela\AppData\Roaming\Microsoft\Templates\DUI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2014RG-82-8154</_dlc_DocId>
    <_dlc_DocIdUrl xmlns="9f7bc583-7cbe-45b9-a2bd-8bbb6543b37e">
      <Url>http://tweb/sites/rg/project/twptf/_layouts/15/DocIdRedir.aspx?ID=2014RG-82-8154</Url>
      <Description>2014RG-82-8154</Description>
    </_dlc_DocIdUrl>
  </documentManagement>
</p:properties>
</file>

<file path=customXml/itemProps1.xml><?xml version="1.0" encoding="utf-8"?>
<ds:datastoreItem xmlns:ds="http://schemas.openxmlformats.org/officeDocument/2006/customXml" ds:itemID="{45D0A118-20FC-4496-9D00-8C3D5C7280B2}"/>
</file>

<file path=customXml/itemProps2.xml><?xml version="1.0" encoding="utf-8"?>
<ds:datastoreItem xmlns:ds="http://schemas.openxmlformats.org/officeDocument/2006/customXml" ds:itemID="{5DD3BA85-1FB2-452F-B5C3-24E7EACCAA34}"/>
</file>

<file path=customXml/itemProps3.xml><?xml version="1.0" encoding="utf-8"?>
<ds:datastoreItem xmlns:ds="http://schemas.openxmlformats.org/officeDocument/2006/customXml" ds:itemID="{2A7C2803-CC87-4C53-AB20-FE808F2DCE50}"/>
</file>

<file path=customXml/itemProps4.xml><?xml version="1.0" encoding="utf-8"?>
<ds:datastoreItem xmlns:ds="http://schemas.openxmlformats.org/officeDocument/2006/customXml" ds:itemID="{DEA013EF-3FDF-4DC9-815E-863AF11C47E9}"/>
</file>

<file path=docProps/app.xml><?xml version="1.0" encoding="utf-8"?>
<Properties xmlns="http://schemas.openxmlformats.org/officeDocument/2006/extended-properties" xmlns:vt="http://schemas.openxmlformats.org/officeDocument/2006/docPropsVTypes">
  <Template>DUI Letterhead.dotx</Template>
  <TotalTime>1</TotalTime>
  <Pages>1</Pages>
  <Words>196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Diversified United Investment Limited - Submission to the Tax Discussion Paper</vt:lpstr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Diversified United Investment Limited - Submission to the Tax Discussion Paper</dc:title>
  <dc:creator>Diversified United Investment Limited</dc:creator>
  <cp:lastModifiedBy>McLeod, Caitlin</cp:lastModifiedBy>
  <cp:revision>3</cp:revision>
  <cp:lastPrinted>2012-02-13T00:36:00Z</cp:lastPrinted>
  <dcterms:created xsi:type="dcterms:W3CDTF">2015-06-02T06:19:00Z</dcterms:created>
  <dcterms:modified xsi:type="dcterms:W3CDTF">2015-06-02T06:19:00Z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TSYRecordClass">
    <vt:lpwstr>20;#TSY RA-9152 - Retain as national archives|9ab56360-fc55-4e73-997a-d8add4432252</vt:lpwstr>
  </property>
  <property fmtid="{D5CDD505-2E9C-101B-9397-08002B2CF9AE}" pid="5" name="_dlc_DocIdItemGuid">
    <vt:lpwstr>56649a5f-799f-4b2f-9e4b-3274fe4fb751</vt:lpwstr>
  </property>
  <property fmtid="{D5CDD505-2E9C-101B-9397-08002B2CF9AE}" pid="6" name="ContentTypeId">
    <vt:lpwstr>0x01010036BB8DE7EC542E42A8B2E98CC20CB69700AA356CCBB2B4204EB1CD923E8E69F50F</vt:lpwstr>
  </property>
</Properties>
</file>